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5DA9FC7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2019-2022</w:t>
      </w:r>
    </w:p>
    <w:p w14:paraId="1766F2A2" w14:textId="6403EDB2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C3171A">
        <w:rPr>
          <w:rFonts w:ascii="Corbel" w:hAnsi="Corbel"/>
          <w:sz w:val="20"/>
          <w:szCs w:val="20"/>
        </w:rPr>
        <w:t>0</w:t>
      </w:r>
      <w:r w:rsidR="0030154F">
        <w:rPr>
          <w:rFonts w:ascii="Corbel" w:hAnsi="Corbel"/>
          <w:sz w:val="20"/>
          <w:szCs w:val="20"/>
        </w:rPr>
        <w:t>/202</w:t>
      </w:r>
      <w:r w:rsidR="00C3171A">
        <w:rPr>
          <w:rFonts w:ascii="Corbel" w:hAnsi="Corbel"/>
          <w:sz w:val="20"/>
          <w:szCs w:val="20"/>
        </w:rPr>
        <w:t>1</w:t>
      </w:r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57BF5F4F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1EF4338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22F0ADB9" w14:textId="32A49171" w:rsidR="0D1F4996" w:rsidRDefault="123E434A" w:rsidP="009F00F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277667F9" w14:textId="6E6C77B0" w:rsidR="0D1F4996" w:rsidRDefault="123E434A" w:rsidP="009F00F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30E41F9E" w14:textId="52387A65" w:rsidR="0D1F4996" w:rsidRDefault="123E434A" w:rsidP="009F00F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</w:tc>
      </w:tr>
    </w:tbl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P.A.,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C9E33" w14:textId="77777777" w:rsidR="00DB717B" w:rsidRDefault="00DB717B" w:rsidP="00C16ABF">
      <w:pPr>
        <w:spacing w:after="0" w:line="240" w:lineRule="auto"/>
      </w:pPr>
      <w:r>
        <w:separator/>
      </w:r>
    </w:p>
  </w:endnote>
  <w:endnote w:type="continuationSeparator" w:id="0">
    <w:p w14:paraId="57BAD8CA" w14:textId="77777777" w:rsidR="00DB717B" w:rsidRDefault="00DB71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C5446" w14:textId="77777777" w:rsidR="00DB717B" w:rsidRDefault="00DB717B" w:rsidP="00C16ABF">
      <w:pPr>
        <w:spacing w:after="0" w:line="240" w:lineRule="auto"/>
      </w:pPr>
      <w:r>
        <w:separator/>
      </w:r>
    </w:p>
  </w:footnote>
  <w:footnote w:type="continuationSeparator" w:id="0">
    <w:p w14:paraId="73F414F7" w14:textId="77777777" w:rsidR="00DB717B" w:rsidRDefault="00DB71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69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2D"/>
    <w:rsid w:val="00981249"/>
    <w:rsid w:val="00984B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00F7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B717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0EAAFE-42E2-470A-A10C-E11AC1C08A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1682</Words>
  <Characters>10095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2020-10-26T10:36:00Z</dcterms:created>
  <dcterms:modified xsi:type="dcterms:W3CDTF">2020-12-14T19:09:00Z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